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33C585C9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6D97287A" w:rsidR="00586B18" w:rsidRPr="00586B18" w:rsidRDefault="005E450B" w:rsidP="00586B18">
      <w:r>
        <w:rPr>
          <w:noProof/>
        </w:rPr>
        <w:drawing>
          <wp:inline distT="0" distB="0" distL="0" distR="0" wp14:anchorId="5AF8D2C5" wp14:editId="4A6C31E0">
            <wp:extent cx="5977255" cy="30429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04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09760AF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8C52702-1FA9-4623-B48B-1858BE9F97B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203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54</cp:revision>
  <cp:lastPrinted>2011-12-15T11:14:00Z</cp:lastPrinted>
  <dcterms:created xsi:type="dcterms:W3CDTF">2020-03-10T16:23:00Z</dcterms:created>
  <dcterms:modified xsi:type="dcterms:W3CDTF">2023-12-08T13:27:00Z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